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1BA0E96-227E-47E3-BA0A-48B70E4F1D0A}"/>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